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4D" w:rsidRPr="00116C6E" w:rsidRDefault="000F7A4D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F7A4D" w:rsidRPr="00116C6E" w:rsidRDefault="000F7A4D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Ветлевской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«Ветлевское сельское поселение, Млинского района, Брянской области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года»</w:t>
      </w:r>
    </w:p>
    <w:p w:rsidR="000F7A4D" w:rsidRPr="00116C6E" w:rsidRDefault="000F7A4D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г.№65                                                                                       г.Мглин</w:t>
      </w:r>
    </w:p>
    <w:p w:rsidR="000F7A4D" w:rsidRPr="005D7757" w:rsidRDefault="000F7A4D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0F7A4D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 Ветлевского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 xml:space="preserve"> плана работы Контрольно-счетной палаты на 201</w:t>
      </w:r>
      <w:r>
        <w:t>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Ветлевского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F7A4D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Ветлевского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6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№3/154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 xml:space="preserve">Ветлевского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сельского поселения на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 и 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1270,0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Ветлевского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F7A4D" w:rsidRPr="00410E67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0F7A4D" w:rsidRDefault="000F7A4D" w:rsidP="00144255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Ветлевского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190,6 тыс.</w:t>
      </w:r>
      <w:r w:rsidRPr="00410E67">
        <w:t xml:space="preserve"> рублей, или на </w:t>
      </w:r>
      <w:r>
        <w:t>15,0</w:t>
      </w:r>
      <w:r w:rsidRPr="00410E67">
        <w:t xml:space="preserve"> % к утвержденным назначениям с учетом изменений, что на </w:t>
      </w:r>
      <w:r>
        <w:t>10,7 тыс.</w:t>
      </w:r>
      <w:r w:rsidRPr="00410E67">
        <w:t xml:space="preserve"> рублей </w:t>
      </w:r>
      <w:r>
        <w:t>больше чем в прошлом году</w:t>
      </w:r>
      <w:r w:rsidRPr="00410E67">
        <w:t xml:space="preserve">(1 </w:t>
      </w:r>
      <w:r>
        <w:t>квартал</w:t>
      </w:r>
      <w:r w:rsidRPr="00410E67">
        <w:t xml:space="preserve"> 201</w:t>
      </w:r>
      <w:r>
        <w:t>8</w:t>
      </w:r>
      <w:r w:rsidRPr="00410E67">
        <w:t xml:space="preserve"> года </w:t>
      </w:r>
      <w:r>
        <w:t xml:space="preserve">179,9 тыс.рублей). </w:t>
      </w:r>
      <w:r w:rsidRPr="00410E67">
        <w:t xml:space="preserve">Анализ исполнения доходной части бюджета </w:t>
      </w:r>
      <w:r>
        <w:t xml:space="preserve">Ветлевского </w:t>
      </w:r>
      <w:r w:rsidRPr="00410E67">
        <w:t xml:space="preserve">сельского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0F7A4D" w:rsidRPr="00FD7C02" w:rsidRDefault="000F7A4D" w:rsidP="00FD7C02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170,7 тыс.</w:t>
      </w:r>
      <w:r w:rsidRPr="00410E67">
        <w:t xml:space="preserve"> рублей, или </w:t>
      </w:r>
      <w:r>
        <w:t xml:space="preserve">15,4 </w:t>
      </w:r>
      <w:r w:rsidRPr="00410E67">
        <w:t xml:space="preserve">% к утвержденным назначениям с учетом изменений, что на </w:t>
      </w:r>
      <w:r>
        <w:t xml:space="preserve">6,9 тыс. </w:t>
      </w:r>
      <w:r w:rsidRPr="00410E67">
        <w:t xml:space="preserve">рублей </w:t>
      </w:r>
      <w:r>
        <w:t xml:space="preserve">меньше </w:t>
      </w:r>
      <w:r w:rsidRPr="00410E67">
        <w:t xml:space="preserve">чем, поступивших в бюджет </w:t>
      </w:r>
      <w:r>
        <w:t xml:space="preserve">Ветлевского </w:t>
      </w:r>
      <w:r w:rsidRPr="00410E67">
        <w:t>сельского посе</w:t>
      </w:r>
      <w:r>
        <w:t>ления за аналогичный период 2018</w:t>
      </w:r>
      <w:r w:rsidRPr="00410E67">
        <w:t xml:space="preserve"> года (</w:t>
      </w:r>
      <w:r>
        <w:t>163,8 тыс.</w:t>
      </w:r>
      <w:r w:rsidRPr="00410E67">
        <w:t xml:space="preserve"> рублей).</w:t>
      </w:r>
    </w:p>
    <w:p w:rsidR="000F7A4D" w:rsidRDefault="000F7A4D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1. </w:t>
      </w:r>
      <w:r w:rsidRPr="00410E67">
        <w:rPr>
          <w:b/>
          <w:bCs/>
        </w:rPr>
        <w:t xml:space="preserve">Налоговые доходы бюджета </w:t>
      </w:r>
      <w:r w:rsidRPr="00B256D1">
        <w:rPr>
          <w:b/>
        </w:rPr>
        <w:t>Ветлевского</w:t>
      </w:r>
      <w:r w:rsidRPr="00410E67">
        <w:rPr>
          <w:b/>
          <w:bCs/>
        </w:rPr>
        <w:t xml:space="preserve"> сельского поселения.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За </w:t>
      </w:r>
      <w:r w:rsidRPr="00410E67">
        <w:t xml:space="preserve">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поступление налоговых доходов в </w:t>
      </w:r>
      <w:r>
        <w:t xml:space="preserve">Ветлевского  </w:t>
      </w:r>
      <w:r w:rsidRPr="00410E67">
        <w:t xml:space="preserve">сельское поселение составило </w:t>
      </w:r>
      <w:r>
        <w:t>170,7 тыс.</w:t>
      </w:r>
      <w:r w:rsidRPr="00410E67">
        <w:t xml:space="preserve"> рублей, или </w:t>
      </w:r>
      <w:r>
        <w:t>15,4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>
        <w:rPr>
          <w:bCs/>
        </w:rPr>
        <w:t>н</w:t>
      </w:r>
      <w:r w:rsidRPr="00410E67">
        <w:rPr>
          <w:bCs/>
        </w:rPr>
        <w:t>азначений.</w:t>
      </w:r>
      <w:r>
        <w:t xml:space="preserve"> 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квартал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99,7</w:t>
      </w:r>
      <w:r w:rsidRPr="00721BCE">
        <w:t> %</w:t>
      </w:r>
      <w:r w:rsidRPr="00410E67">
        <w:t xml:space="preserve"> поступивших налоговых доходов.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Ветлевского </w:t>
      </w:r>
      <w:r w:rsidRPr="00410E67">
        <w:t xml:space="preserve"> сельское поселение  в сумме </w:t>
      </w:r>
      <w:r>
        <w:t>17,8 тыс.</w:t>
      </w:r>
      <w:r w:rsidRPr="00410E67">
        <w:t xml:space="preserve"> рублей, годовые плановые назначения исполнены на </w:t>
      </w:r>
      <w:r>
        <w:t>23,4</w:t>
      </w:r>
      <w:r w:rsidRPr="00410E67">
        <w:t> 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>К соответствующему периоду 201</w:t>
      </w:r>
      <w:r>
        <w:t>8</w:t>
      </w:r>
      <w:r w:rsidRPr="00410E67">
        <w:t xml:space="preserve"> года темп роста составил </w:t>
      </w:r>
      <w:r>
        <w:t>34,8 %.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89,3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152,4 тыс. рублей или 14,8 %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99,0</w:t>
      </w:r>
      <w:r w:rsidRPr="00410E67">
        <w:t xml:space="preserve"> %, его поступления в бюджет </w:t>
      </w:r>
      <w:r>
        <w:t>Ветлевского сельского</w:t>
      </w:r>
      <w:r w:rsidRPr="00410E67">
        <w:t xml:space="preserve"> поселения  составили </w:t>
      </w:r>
      <w:r>
        <w:t xml:space="preserve">150,9 тыс. </w:t>
      </w:r>
      <w:r w:rsidRPr="00410E67">
        <w:t xml:space="preserve">рублей, годовые назначения исполнены на </w:t>
      </w:r>
      <w:r>
        <w:t>16,9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увеличились</w:t>
      </w:r>
      <w:r w:rsidRPr="00410E67">
        <w:t xml:space="preserve"> на </w:t>
      </w:r>
      <w:r>
        <w:t>1,1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1,5 тыс.</w:t>
      </w:r>
      <w:r w:rsidRPr="00410E67">
        <w:t xml:space="preserve"> рублей, или </w:t>
      </w:r>
      <w:r>
        <w:t>1,1</w:t>
      </w:r>
      <w:r w:rsidRPr="00410E67">
        <w:t xml:space="preserve"> % годовых плановых назначений. В структуре собственных доходов </w:t>
      </w:r>
      <w:r>
        <w:t>0,9 %.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0,4 тыс.</w:t>
      </w:r>
      <w:r w:rsidRPr="00410E67">
        <w:t xml:space="preserve"> рублей, при годовом плане </w:t>
      </w:r>
      <w:r>
        <w:t>1,6 тыс.</w:t>
      </w:r>
      <w:r w:rsidRPr="00410E67">
        <w:t xml:space="preserve"> рублей. 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Кассовое исполнение за 1 квартал 2019 года неналоговых доходов отсутствует.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25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3,8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квартал 2019 года составило в сумме 19,8 тыс. рублей, или 25%. В структуре безвозмездных поступлений субсидии составили  100 %.По сравнению с прошлым годом темп роста увеличился на  23,8%. 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 xml:space="preserve">Ветлевского </w:t>
      </w:r>
      <w:r w:rsidRPr="00410E67">
        <w:rPr>
          <w:rStyle w:val="12"/>
          <w:b/>
        </w:rPr>
        <w:t xml:space="preserve">сельского поселения за 1 </w:t>
      </w:r>
      <w:r>
        <w:rPr>
          <w:rStyle w:val="12"/>
          <w:b/>
        </w:rPr>
        <w:t>квртал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t>Ветлевского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271,6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15,7</w:t>
      </w:r>
      <w:r w:rsidRPr="00410E67">
        <w:rPr>
          <w:rStyle w:val="10"/>
        </w:rPr>
        <w:t xml:space="preserve"> % от утвержденных годовых назначений.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  <w:sectPr w:rsidR="000F7A4D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t>Ветлевского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t>Ветлевского</w:t>
      </w:r>
      <w:r>
        <w:rPr>
          <w:rStyle w:val="10"/>
        </w:rPr>
        <w:t xml:space="preserve">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79,1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10 «Социальная политика»-14,7 %.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214,7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16,4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384,2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70,1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18,2</w:t>
      </w:r>
      <w:r w:rsidRPr="00410E67">
        <w:rPr>
          <w:rStyle w:val="10"/>
        </w:rPr>
        <w:t>%);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144,0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912,4 тыс.</w:t>
      </w:r>
      <w:r w:rsidRPr="00410E67">
        <w:t xml:space="preserve"> рубля</w:t>
      </w:r>
      <w:r>
        <w:t>. По сравнению с прошлым годом поступление сократилось на 12,7 %.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>исполнение составило 0,6 тыс.рублей при годовом уточненном плане 2,4 тыс.рублей или 25 %.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отсутствует;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13,7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</w:t>
      </w:r>
      <w:r>
        <w:rPr>
          <w:rStyle w:val="10"/>
        </w:rPr>
        <w:t xml:space="preserve">по </w:t>
      </w:r>
      <w:r w:rsidRPr="00410E67">
        <w:rPr>
          <w:rStyle w:val="10"/>
        </w:rPr>
        <w:t>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 xml:space="preserve"> 6,1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5,0</w:t>
      </w:r>
      <w:r w:rsidRPr="00410E67">
        <w:rPr>
          <w:rStyle w:val="10"/>
        </w:rPr>
        <w:t xml:space="preserve"> %.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b/>
        </w:rPr>
        <w:t>П</w:t>
      </w:r>
      <w:r w:rsidRPr="00410E67">
        <w:rPr>
          <w:rStyle w:val="10"/>
          <w:b/>
        </w:rPr>
        <w:t>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отсутствует.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3,1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161,8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1,9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1,1</w:t>
      </w:r>
      <w:r w:rsidRPr="00410E67">
        <w:rPr>
          <w:rStyle w:val="10"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b/>
        </w:rPr>
        <w:t>П</w:t>
      </w:r>
      <w:r w:rsidRPr="00410E67">
        <w:rPr>
          <w:rStyle w:val="10"/>
          <w:b/>
        </w:rPr>
        <w:t xml:space="preserve">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исполнено в сумме 40,0 тыс рублей, или 25 %,</w:t>
      </w:r>
      <w:r w:rsidRPr="00201CE1">
        <w:rPr>
          <w:rStyle w:val="10"/>
        </w:rPr>
        <w:t xml:space="preserve"> </w:t>
      </w:r>
      <w:r w:rsidRPr="00410E67">
        <w:rPr>
          <w:rStyle w:val="10"/>
        </w:rPr>
        <w:t>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1,5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Ветлевского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Ветлевского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</w:t>
        </w:r>
        <w:r w:rsidRPr="00410E67">
          <w:t>.12.201</w:t>
        </w:r>
        <w:r>
          <w:t>8</w:t>
        </w:r>
      </w:smartTag>
      <w:r>
        <w:t xml:space="preserve"> г. №3-154</w:t>
      </w:r>
      <w:r w:rsidRPr="00410E67">
        <w:t xml:space="preserve">  «О бюджете</w:t>
      </w:r>
      <w:r>
        <w:t xml:space="preserve"> муниципального образования «Ветлевское сельское поселение, Мглинского района, Брянской области на 2019 год и на плановый период 2019 и 2020 годов»</w:t>
      </w:r>
      <w:r w:rsidRPr="00410E67">
        <w:t xml:space="preserve"> принят бездефицитный бюджет.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Ветлевского</w:t>
      </w:r>
      <w:r w:rsidRPr="00410E67">
        <w:t xml:space="preserve"> сельского поселения изменен и утвержден в сумме </w:t>
      </w:r>
      <w:r>
        <w:t>457,7 тыс.</w:t>
      </w:r>
      <w:r w:rsidRPr="00410E67">
        <w:t xml:space="preserve"> руб.</w:t>
      </w: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Ветлевского сельского</w:t>
      </w:r>
      <w:r w:rsidRPr="00410E67">
        <w:t xml:space="preserve">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>
        <w:t>дефицитом</w:t>
      </w:r>
      <w:r w:rsidRPr="00410E67">
        <w:t xml:space="preserve"> в сумме </w:t>
      </w:r>
      <w:r>
        <w:t>81,0 тыс.</w:t>
      </w:r>
      <w:r w:rsidRPr="00410E67">
        <w:t xml:space="preserve"> руб.</w:t>
      </w:r>
    </w:p>
    <w:p w:rsidR="000F7A4D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</w:pPr>
      <w:r>
        <w:t>В состав источников внутреннего финансирования дефицита бюджета Ветлевского сельского поселения включены изменения остатков средств на счетах по учету средств бюджета в сумме 457,7 тыс. рублей.</w:t>
      </w:r>
    </w:p>
    <w:p w:rsidR="000F7A4D" w:rsidRDefault="000F7A4D" w:rsidP="00750F5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:rsidR="000F7A4D" w:rsidRPr="00410E67" w:rsidRDefault="000F7A4D" w:rsidP="00144255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Ветлевского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Ветлевского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F7A4D" w:rsidRPr="00410E67" w:rsidRDefault="000F7A4D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0F7A4D" w:rsidRPr="00410E67" w:rsidRDefault="000F7A4D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0F7A4D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Ветлевской 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В.В.Протченко.</w:t>
      </w: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7"/>
          <w:szCs w:val="27"/>
        </w:rPr>
        <w:sectPr w:rsidR="000F7A4D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0F7A4D" w:rsidRPr="00410E67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4D2FF2" w:rsidRDefault="000F7A4D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0F7A4D" w:rsidRPr="004D2FF2" w:rsidRDefault="000F7A4D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Pr="004D2FF2" w:rsidRDefault="000F7A4D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0F7A4D" w:rsidRPr="004D2FF2" w:rsidRDefault="000F7A4D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0F7A4D" w:rsidRDefault="000F7A4D" w:rsidP="00B45A00">
      <w:pPr>
        <w:ind w:right="284"/>
        <w:rPr>
          <w:sz w:val="28"/>
          <w:szCs w:val="28"/>
        </w:rPr>
      </w:pPr>
    </w:p>
    <w:p w:rsidR="000F7A4D" w:rsidRDefault="000F7A4D" w:rsidP="00B45A00">
      <w:pPr>
        <w:ind w:right="284"/>
        <w:rPr>
          <w:sz w:val="28"/>
          <w:szCs w:val="28"/>
        </w:rPr>
      </w:pPr>
    </w:p>
    <w:p w:rsidR="000F7A4D" w:rsidRDefault="000F7A4D" w:rsidP="00B45A00">
      <w:pPr>
        <w:ind w:right="284"/>
        <w:rPr>
          <w:sz w:val="28"/>
          <w:szCs w:val="28"/>
        </w:rPr>
      </w:pPr>
    </w:p>
    <w:p w:rsidR="000F7A4D" w:rsidRPr="00116C6E" w:rsidRDefault="000F7A4D" w:rsidP="003C4BE4">
      <w:pPr>
        <w:rPr>
          <w:sz w:val="28"/>
          <w:szCs w:val="28"/>
        </w:rPr>
      </w:pPr>
    </w:p>
    <w:p w:rsidR="000F7A4D" w:rsidRPr="003C4BE4" w:rsidRDefault="000F7A4D" w:rsidP="003C4BE4"/>
    <w:p w:rsidR="000F7A4D" w:rsidRPr="003C4BE4" w:rsidRDefault="000F7A4D" w:rsidP="003C4BE4"/>
    <w:p w:rsidR="000F7A4D" w:rsidRPr="003C4BE4" w:rsidRDefault="000F7A4D" w:rsidP="003C4BE4"/>
    <w:p w:rsidR="000F7A4D" w:rsidRPr="003C4BE4" w:rsidRDefault="000F7A4D" w:rsidP="003C4BE4"/>
    <w:p w:rsidR="000F7A4D" w:rsidRDefault="000F7A4D" w:rsidP="003C4BE4"/>
    <w:p w:rsidR="000F7A4D" w:rsidRDefault="000F7A4D" w:rsidP="003C4BE4"/>
    <w:p w:rsidR="000F7A4D" w:rsidRDefault="000F7A4D" w:rsidP="003C4BE4"/>
    <w:p w:rsidR="000F7A4D" w:rsidRDefault="000F7A4D" w:rsidP="003C4BE4"/>
    <w:p w:rsidR="000F7A4D" w:rsidRDefault="000F7A4D" w:rsidP="003C4BE4"/>
    <w:p w:rsidR="000F7A4D" w:rsidRPr="003C4BE4" w:rsidRDefault="000F7A4D" w:rsidP="003C4BE4"/>
    <w:sectPr w:rsidR="000F7A4D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A4D" w:rsidRDefault="000F7A4D" w:rsidP="0050045E">
      <w:r>
        <w:separator/>
      </w:r>
    </w:p>
  </w:endnote>
  <w:endnote w:type="continuationSeparator" w:id="0">
    <w:p w:rsidR="000F7A4D" w:rsidRDefault="000F7A4D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4D" w:rsidRDefault="000F7A4D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4164FB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4D" w:rsidRDefault="000F7A4D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4D" w:rsidRDefault="000F7A4D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403534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4D" w:rsidRDefault="000F7A4D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A4D" w:rsidRDefault="000F7A4D"/>
  </w:footnote>
  <w:footnote w:type="continuationSeparator" w:id="0">
    <w:p w:rsidR="000F7A4D" w:rsidRDefault="000F7A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5CDB"/>
    <w:rsid w:val="00110D15"/>
    <w:rsid w:val="0011224F"/>
    <w:rsid w:val="001139AE"/>
    <w:rsid w:val="00116C6E"/>
    <w:rsid w:val="00122CC0"/>
    <w:rsid w:val="001265DA"/>
    <w:rsid w:val="00130C1A"/>
    <w:rsid w:val="00130C28"/>
    <w:rsid w:val="00131D3A"/>
    <w:rsid w:val="001360B3"/>
    <w:rsid w:val="00144255"/>
    <w:rsid w:val="001471AF"/>
    <w:rsid w:val="00153808"/>
    <w:rsid w:val="00163BDF"/>
    <w:rsid w:val="001641D3"/>
    <w:rsid w:val="00173081"/>
    <w:rsid w:val="00182D67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01CE1"/>
    <w:rsid w:val="00212769"/>
    <w:rsid w:val="0021391A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50059"/>
    <w:rsid w:val="00361C57"/>
    <w:rsid w:val="003744FF"/>
    <w:rsid w:val="0038006C"/>
    <w:rsid w:val="0038031E"/>
    <w:rsid w:val="00381C0D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F484E"/>
    <w:rsid w:val="00403534"/>
    <w:rsid w:val="004038D4"/>
    <w:rsid w:val="00410E67"/>
    <w:rsid w:val="00413139"/>
    <w:rsid w:val="00413DF6"/>
    <w:rsid w:val="004164FB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C40B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0F5A"/>
    <w:rsid w:val="007648BF"/>
    <w:rsid w:val="0076597C"/>
    <w:rsid w:val="00783839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3D67"/>
    <w:rsid w:val="0097631A"/>
    <w:rsid w:val="009876EA"/>
    <w:rsid w:val="009957C0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CAD"/>
    <w:rsid w:val="009F6496"/>
    <w:rsid w:val="00A014C9"/>
    <w:rsid w:val="00A01F31"/>
    <w:rsid w:val="00A05F2C"/>
    <w:rsid w:val="00A07FDD"/>
    <w:rsid w:val="00A23173"/>
    <w:rsid w:val="00A3440A"/>
    <w:rsid w:val="00A54A95"/>
    <w:rsid w:val="00A62EC7"/>
    <w:rsid w:val="00A64CE9"/>
    <w:rsid w:val="00A77089"/>
    <w:rsid w:val="00A86C96"/>
    <w:rsid w:val="00A918F3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64FB"/>
    <w:rsid w:val="00B232D9"/>
    <w:rsid w:val="00B250B2"/>
    <w:rsid w:val="00B256D1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38B5"/>
    <w:rsid w:val="00B85AD2"/>
    <w:rsid w:val="00B959F2"/>
    <w:rsid w:val="00B9765D"/>
    <w:rsid w:val="00BA38A4"/>
    <w:rsid w:val="00BB19DF"/>
    <w:rsid w:val="00BB229B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D071A9"/>
    <w:rsid w:val="00D1346E"/>
    <w:rsid w:val="00D25EB9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2A2E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2857</TotalTime>
  <Pages>5</Pages>
  <Words>1295</Words>
  <Characters>7382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264</cp:revision>
  <cp:lastPrinted>2018-05-23T06:26:00Z</cp:lastPrinted>
  <dcterms:created xsi:type="dcterms:W3CDTF">2017-07-17T08:21:00Z</dcterms:created>
  <dcterms:modified xsi:type="dcterms:W3CDTF">2019-06-05T07:20:00Z</dcterms:modified>
</cp:coreProperties>
</file>